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16"/>
        <w:gridCol w:w="159"/>
        <w:gridCol w:w="7764"/>
      </w:tblGrid>
      <w:tr w:rsidR="00022CCA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6D0E48" w:rsidRDefault="00022CCA" w:rsidP="00BA78AE"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1333E" w:rsidP="00BA78AE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22CCA" w:rsidP="00BA78AE">
            <w:pPr>
              <w:rPr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1333E" w:rsidP="00156DB3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022CCA" w:rsidRPr="005A7201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022CCA" w:rsidRPr="005A720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56DB3"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022CCA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22CCA" w:rsidRPr="005A7201" w:rsidRDefault="0001333E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A7201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5A7201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56DB3">
              <w:rPr>
                <w:rFonts w:ascii="Arial" w:hAnsi="Arial" w:cs="Arial"/>
                <w:noProof/>
                <w:sz w:val="18"/>
                <w:szCs w:val="18"/>
              </w:rPr>
              <w:t>Thursday, 23 July 2020</w:t>
            </w:r>
            <w:r w:rsidRPr="005A720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5A7201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01333E" w:rsidP="005A72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868" w:type="dxa"/>
            <w:vMerge w:val="restart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156DB3" w:rsidP="00BA78A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Unilateral swelling ?VI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868" w:type="dxa"/>
            <w:vMerge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E00E93" w:rsidP="00BA78A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E00E93" w:rsidRPr="005A7201" w:rsidTr="005A7201">
        <w:tc>
          <w:tcPr>
            <w:tcW w:w="9753" w:type="dxa"/>
            <w:gridSpan w:val="3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sz w:val="18"/>
                <w:szCs w:val="20"/>
              </w:rPr>
              <w:t>Left Lower Extremity Venous Duplex</w:t>
            </w:r>
          </w:p>
        </w:tc>
      </w:tr>
      <w:tr w:rsidR="00E00E93" w:rsidRPr="005A7201" w:rsidTr="005A7201">
        <w:trPr>
          <w:trHeight w:val="7938"/>
        </w:trPr>
        <w:tc>
          <w:tcPr>
            <w:tcW w:w="9753" w:type="dxa"/>
            <w:gridSpan w:val="3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850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8"/>
                <w:szCs w:val="20"/>
              </w:rPr>
            </w:pP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2646045</wp:posOffset>
                      </wp:positionH>
                      <wp:positionV relativeFrom="paragraph">
                        <wp:posOffset>4027805</wp:posOffset>
                      </wp:positionV>
                      <wp:extent cx="306070" cy="152400"/>
                      <wp:effectExtent l="3810" t="1270" r="4445" b="8255"/>
                      <wp:wrapNone/>
                      <wp:docPr id="58" name="Text Box 5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607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00E93" w:rsidRPr="004E4B01" w:rsidRDefault="0058502D" w:rsidP="00F17A14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51" o:spid="_x0000_s1026" type="#_x0000_t202" style="position:absolute;margin-left:208.35pt;margin-top:317.15pt;width:24.1pt;height: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E00E93" w:rsidRPr="004E4B01" w:rsidRDefault="0058502D" w:rsidP="00F17A14">
                            <w:pPr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2138680</wp:posOffset>
                      </wp:positionH>
                      <wp:positionV relativeFrom="paragraph">
                        <wp:posOffset>4051300</wp:posOffset>
                      </wp:positionV>
                      <wp:extent cx="522605" cy="40005"/>
                      <wp:effectExtent l="10795" t="5715" r="9525" b="11430"/>
                      <wp:wrapNone/>
                      <wp:docPr id="57" name="Freeform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22605" cy="40005"/>
                              </a:xfrm>
                              <a:custGeom>
                                <a:avLst/>
                                <a:gdLst>
                                  <a:gd name="T0" fmla="*/ 0 w 823"/>
                                  <a:gd name="T1" fmla="*/ 0 h 63"/>
                                  <a:gd name="T2" fmla="*/ 823 w 823"/>
                                  <a:gd name="T3" fmla="*/ 63 h 63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823" h="63">
                                    <a:moveTo>
                                      <a:pt x="0" y="0"/>
                                    </a:moveTo>
                                    <a:cubicBezTo>
                                      <a:pt x="343" y="26"/>
                                      <a:pt x="686" y="53"/>
                                      <a:pt x="823" y="63"/>
                                    </a:cubicBezTo>
                                  </a:path>
                                </a:pathLst>
                              </a:cu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61ADEB93" id="Freeform 562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8.4pt,319pt" control1="185.55pt,320.3pt" control2="202.7pt,321.65pt" to="209.55pt,322.15pt" coordsize="823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" filled="f">
                      <v:path arrowok="t" o:connecttype="custom" o:connectlocs="0,0;522605,40005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4507230</wp:posOffset>
                      </wp:positionH>
                      <wp:positionV relativeFrom="paragraph">
                        <wp:posOffset>2265045</wp:posOffset>
                      </wp:positionV>
                      <wp:extent cx="92075" cy="2052320"/>
                      <wp:effectExtent l="17145" t="19685" r="14605" b="23495"/>
                      <wp:wrapNone/>
                      <wp:docPr id="56" name="Freeform 5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2075" cy="2052320"/>
                              </a:xfrm>
                              <a:custGeom>
                                <a:avLst/>
                                <a:gdLst>
                                  <a:gd name="T0" fmla="*/ 88 w 145"/>
                                  <a:gd name="T1" fmla="*/ 0 h 3232"/>
                                  <a:gd name="T2" fmla="*/ 8 w 145"/>
                                  <a:gd name="T3" fmla="*/ 264 h 3232"/>
                                  <a:gd name="T4" fmla="*/ 40 w 145"/>
                                  <a:gd name="T5" fmla="*/ 728 h 3232"/>
                                  <a:gd name="T6" fmla="*/ 128 w 145"/>
                                  <a:gd name="T7" fmla="*/ 1496 h 3232"/>
                                  <a:gd name="T8" fmla="*/ 144 w 145"/>
                                  <a:gd name="T9" fmla="*/ 2312 h 3232"/>
                                  <a:gd name="T10" fmla="*/ 128 w 145"/>
                                  <a:gd name="T11" fmla="*/ 2776 h 3232"/>
                                  <a:gd name="T12" fmla="*/ 72 w 145"/>
                                  <a:gd name="T13" fmla="*/ 3232 h 323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45" h="3232">
                                    <a:moveTo>
                                      <a:pt x="88" y="0"/>
                                    </a:moveTo>
                                    <a:cubicBezTo>
                                      <a:pt x="52" y="71"/>
                                      <a:pt x="16" y="143"/>
                                      <a:pt x="8" y="264"/>
                                    </a:cubicBezTo>
                                    <a:cubicBezTo>
                                      <a:pt x="0" y="385"/>
                                      <a:pt x="20" y="523"/>
                                      <a:pt x="40" y="728"/>
                                    </a:cubicBezTo>
                                    <a:cubicBezTo>
                                      <a:pt x="60" y="933"/>
                                      <a:pt x="111" y="1232"/>
                                      <a:pt x="128" y="1496"/>
                                    </a:cubicBezTo>
                                    <a:cubicBezTo>
                                      <a:pt x="145" y="1760"/>
                                      <a:pt x="144" y="2099"/>
                                      <a:pt x="144" y="2312"/>
                                    </a:cubicBezTo>
                                    <a:cubicBezTo>
                                      <a:pt x="144" y="2525"/>
                                      <a:pt x="140" y="2623"/>
                                      <a:pt x="128" y="2776"/>
                                    </a:cubicBezTo>
                                    <a:cubicBezTo>
                                      <a:pt x="116" y="2929"/>
                                      <a:pt x="94" y="3080"/>
                                      <a:pt x="72" y="3232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642855" id="Freeform 561" o:spid="_x0000_s1026" style="position:absolute;margin-left:354.9pt;margin-top:178.35pt;width:7.25pt;height:161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45,3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" path="m88,c52,71,16,143,8,264,,385,20,523,40,728v20,205,71,504,88,768c145,1760,144,2099,144,2312v,213,-4,311,-16,464c116,2929,94,3080,72,3232e" filled="f" strokecolor="navy" strokeweight="2.25pt">
                      <v:path arrowok="t" o:connecttype="custom" o:connectlocs="55880,0;5080,167640;25400,462280;81280,949960;91440,1468120;81280,1762760;45720,205232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2012315</wp:posOffset>
                      </wp:positionH>
                      <wp:positionV relativeFrom="paragraph">
                        <wp:posOffset>3778885</wp:posOffset>
                      </wp:positionV>
                      <wp:extent cx="27940" cy="10795"/>
                      <wp:effectExtent l="17780" t="19050" r="20955" b="17780"/>
                      <wp:wrapNone/>
                      <wp:docPr id="55" name="Freeform 5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7940" cy="10795"/>
                              </a:xfrm>
                              <a:custGeom>
                                <a:avLst/>
                                <a:gdLst>
                                  <a:gd name="T0" fmla="*/ 44 w 44"/>
                                  <a:gd name="T1" fmla="*/ 17 h 17"/>
                                  <a:gd name="T2" fmla="*/ 0 w 44"/>
                                  <a:gd name="T3" fmla="*/ 0 h 17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44" h="17">
                                    <a:moveTo>
                                      <a:pt x="44" y="17"/>
                                    </a:moveTo>
                                    <a:cubicBezTo>
                                      <a:pt x="44" y="17"/>
                                      <a:pt x="22" y="8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curve w14:anchorId="3FFA12FF" id="Freeform 560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from="160.65pt,298.4pt" control1="160.65pt,298.4pt" control2="159.55pt,297.95pt" to="158.45pt,297.55pt" coordsize="44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" filled="f" strokecolor="red" strokeweight="2.5pt">
                      <v:path arrowok="t" o:connecttype="custom" o:connectlocs="27940,10795;0,0" o:connectangles="0,0"/>
                    </v:curv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2012315</wp:posOffset>
                      </wp:positionH>
                      <wp:positionV relativeFrom="paragraph">
                        <wp:posOffset>2306955</wp:posOffset>
                      </wp:positionV>
                      <wp:extent cx="511810" cy="1461770"/>
                      <wp:effectExtent l="17780" t="13970" r="13335" b="10160"/>
                      <wp:wrapNone/>
                      <wp:docPr id="54" name="Freeform 5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11810" cy="1461770"/>
                              </a:xfrm>
                              <a:custGeom>
                                <a:avLst/>
                                <a:gdLst>
                                  <a:gd name="T0" fmla="*/ 0 w 806"/>
                                  <a:gd name="T1" fmla="*/ 2302 h 2302"/>
                                  <a:gd name="T2" fmla="*/ 278 w 806"/>
                                  <a:gd name="T3" fmla="*/ 1312 h 2302"/>
                                  <a:gd name="T4" fmla="*/ 506 w 806"/>
                                  <a:gd name="T5" fmla="*/ 523 h 2302"/>
                                  <a:gd name="T6" fmla="*/ 806 w 806"/>
                                  <a:gd name="T7" fmla="*/ 0 h 230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806" h="2302">
                                    <a:moveTo>
                                      <a:pt x="0" y="2302"/>
                                    </a:moveTo>
                                    <a:cubicBezTo>
                                      <a:pt x="46" y="2138"/>
                                      <a:pt x="194" y="1608"/>
                                      <a:pt x="278" y="1312"/>
                                    </a:cubicBezTo>
                                    <a:cubicBezTo>
                                      <a:pt x="362" y="1016"/>
                                      <a:pt x="418" y="742"/>
                                      <a:pt x="506" y="523"/>
                                    </a:cubicBezTo>
                                    <a:cubicBezTo>
                                      <a:pt x="594" y="304"/>
                                      <a:pt x="700" y="152"/>
                                      <a:pt x="806" y="0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AF31F" id="Freeform 559" o:spid="_x0000_s1026" style="position:absolute;margin-left:158.45pt;margin-top:181.65pt;width:40.3pt;height:11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6,23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" path="m,2302c46,2138,194,1608,278,1312,362,1016,418,742,506,523,594,304,700,152,806,e" filled="f" strokecolor="navy" strokeweight="1.5pt">
                      <v:path arrowok="t" o:connecttype="custom" o:connectlocs="0,1461770;176530,833120;321310,332105;511810,0" o:connectangles="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1998345</wp:posOffset>
                      </wp:positionH>
                      <wp:positionV relativeFrom="paragraph">
                        <wp:posOffset>3884930</wp:posOffset>
                      </wp:positionV>
                      <wp:extent cx="112395" cy="265430"/>
                      <wp:effectExtent l="22860" t="20320" r="17145" b="19050"/>
                      <wp:wrapNone/>
                      <wp:docPr id="53" name="Freeform 5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2395" cy="265430"/>
                              </a:xfrm>
                              <a:custGeom>
                                <a:avLst/>
                                <a:gdLst>
                                  <a:gd name="T0" fmla="*/ 0 w 177"/>
                                  <a:gd name="T1" fmla="*/ 0 h 418"/>
                                  <a:gd name="T2" fmla="*/ 109 w 177"/>
                                  <a:gd name="T3" fmla="*/ 63 h 418"/>
                                  <a:gd name="T4" fmla="*/ 164 w 177"/>
                                  <a:gd name="T5" fmla="*/ 128 h 418"/>
                                  <a:gd name="T6" fmla="*/ 174 w 177"/>
                                  <a:gd name="T7" fmla="*/ 173 h 418"/>
                                  <a:gd name="T8" fmla="*/ 149 w 177"/>
                                  <a:gd name="T9" fmla="*/ 268 h 418"/>
                                  <a:gd name="T10" fmla="*/ 144 w 177"/>
                                  <a:gd name="T11" fmla="*/ 363 h 418"/>
                                  <a:gd name="T12" fmla="*/ 149 w 177"/>
                                  <a:gd name="T13" fmla="*/ 418 h 41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177" h="418">
                                    <a:moveTo>
                                      <a:pt x="0" y="0"/>
                                    </a:moveTo>
                                    <a:cubicBezTo>
                                      <a:pt x="17" y="10"/>
                                      <a:pt x="82" y="42"/>
                                      <a:pt x="109" y="63"/>
                                    </a:cubicBezTo>
                                    <a:cubicBezTo>
                                      <a:pt x="136" y="84"/>
                                      <a:pt x="153" y="110"/>
                                      <a:pt x="164" y="128"/>
                                    </a:cubicBezTo>
                                    <a:cubicBezTo>
                                      <a:pt x="175" y="146"/>
                                      <a:pt x="177" y="150"/>
                                      <a:pt x="174" y="173"/>
                                    </a:cubicBezTo>
                                    <a:cubicBezTo>
                                      <a:pt x="171" y="196"/>
                                      <a:pt x="154" y="236"/>
                                      <a:pt x="149" y="268"/>
                                    </a:cubicBezTo>
                                    <a:cubicBezTo>
                                      <a:pt x="144" y="300"/>
                                      <a:pt x="144" y="338"/>
                                      <a:pt x="144" y="363"/>
                                    </a:cubicBezTo>
                                    <a:cubicBezTo>
                                      <a:pt x="144" y="388"/>
                                      <a:pt x="146" y="403"/>
                                      <a:pt x="149" y="418"/>
                                    </a:cubicBezTo>
                                  </a:path>
                                </a:pathLst>
                              </a:custGeom>
                              <a:noFill/>
                              <a:ln w="317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38B083" id="Freeform 558" o:spid="_x0000_s1026" style="position:absolute;margin-left:157.35pt;margin-top:305.9pt;width:8.85pt;height:20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7,4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" path="m,c17,10,82,42,109,63v27,21,44,47,55,65c175,146,177,150,174,173v-3,23,-20,63,-25,95c144,300,144,338,144,363v,25,2,40,5,55e" filled="f" strokecolor="red" strokeweight="2.5pt">
                      <v:path arrowok="t" o:connecttype="custom" o:connectlocs="0,0;69215,40005;104140,81280;110490,109855;94615,170180;91440,230505;94615,265430" o:connectangles="0,0,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1974215</wp:posOffset>
                      </wp:positionH>
                      <wp:positionV relativeFrom="paragraph">
                        <wp:posOffset>3771900</wp:posOffset>
                      </wp:positionV>
                      <wp:extent cx="38100" cy="438785"/>
                      <wp:effectExtent l="17780" t="12065" r="10795" b="15875"/>
                      <wp:wrapNone/>
                      <wp:docPr id="52" name="Freeform 5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100" cy="438785"/>
                              </a:xfrm>
                              <a:custGeom>
                                <a:avLst/>
                                <a:gdLst>
                                  <a:gd name="T0" fmla="*/ 60 w 60"/>
                                  <a:gd name="T1" fmla="*/ 0 h 691"/>
                                  <a:gd name="T2" fmla="*/ 21 w 60"/>
                                  <a:gd name="T3" fmla="*/ 206 h 691"/>
                                  <a:gd name="T4" fmla="*/ 2 w 60"/>
                                  <a:gd name="T5" fmla="*/ 341 h 691"/>
                                  <a:gd name="T6" fmla="*/ 7 w 60"/>
                                  <a:gd name="T7" fmla="*/ 491 h 691"/>
                                  <a:gd name="T8" fmla="*/ 32 w 60"/>
                                  <a:gd name="T9" fmla="*/ 691 h 691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0" t="0" r="r" b="b"/>
                                <a:pathLst>
                                  <a:path w="60" h="691">
                                    <a:moveTo>
                                      <a:pt x="60" y="0"/>
                                    </a:moveTo>
                                    <a:cubicBezTo>
                                      <a:pt x="53" y="33"/>
                                      <a:pt x="31" y="149"/>
                                      <a:pt x="21" y="206"/>
                                    </a:cubicBezTo>
                                    <a:cubicBezTo>
                                      <a:pt x="11" y="263"/>
                                      <a:pt x="4" y="294"/>
                                      <a:pt x="2" y="341"/>
                                    </a:cubicBezTo>
                                    <a:cubicBezTo>
                                      <a:pt x="0" y="388"/>
                                      <a:pt x="2" y="433"/>
                                      <a:pt x="7" y="491"/>
                                    </a:cubicBezTo>
                                    <a:cubicBezTo>
                                      <a:pt x="12" y="549"/>
                                      <a:pt x="22" y="620"/>
                                      <a:pt x="32" y="691"/>
                                    </a:cubicBezTo>
                                  </a:path>
                                </a:pathLst>
                              </a:custGeom>
                              <a:noFill/>
                              <a:ln w="19050" cmpd="sng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E47468" id="Freeform 557" o:spid="_x0000_s1026" style="position:absolute;margin-left:155.45pt;margin-top:297pt;width:3pt;height:34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0,6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" path="m60,c53,33,31,149,21,206,11,263,4,294,2,341v-2,47,,92,5,150c12,549,22,620,32,691e" filled="f" strokecolor="red" strokeweight="1.5pt">
                      <v:path arrowok="t" o:connecttype="custom" o:connectlocs="38100,0;13335,130810;1270,216535;4445,311785;20320,438785" o:connectangles="0,0,0,0,0"/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2037715</wp:posOffset>
                      </wp:positionH>
                      <wp:positionV relativeFrom="paragraph">
                        <wp:posOffset>3749040</wp:posOffset>
                      </wp:positionV>
                      <wp:extent cx="90805" cy="90805"/>
                      <wp:effectExtent l="5080" t="8255" r="8890" b="5715"/>
                      <wp:wrapNone/>
                      <wp:docPr id="51" name="AutoShape 5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318746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AutoShape 556" o:spid="_x0000_s1026" type="#_x0000_t123" style="position:absolute;margin-left:160.45pt;margin-top:295.2pt;width:7.1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"/>
                  </w:pict>
                </mc:Fallback>
              </mc:AlternateContent>
            </w:r>
            <w:r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1918970</wp:posOffset>
                      </wp:positionH>
                      <wp:positionV relativeFrom="paragraph">
                        <wp:posOffset>466725</wp:posOffset>
                      </wp:positionV>
                      <wp:extent cx="629285" cy="3688080"/>
                      <wp:effectExtent l="19685" t="21590" r="17780" b="14605"/>
                      <wp:wrapNone/>
                      <wp:docPr id="50" name="Freeform 5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29285" cy="3688080"/>
                              </a:xfrm>
                              <a:custGeom>
                                <a:avLst/>
                                <a:gdLst>
                                  <a:gd name="T0" fmla="*/ 60 w 991"/>
                                  <a:gd name="T1" fmla="*/ 0 h 5808"/>
                                  <a:gd name="T2" fmla="*/ 12 w 991"/>
                                  <a:gd name="T3" fmla="*/ 568 h 5808"/>
                                  <a:gd name="T4" fmla="*/ 132 w 991"/>
                                  <a:gd name="T5" fmla="*/ 1176 h 5808"/>
                                  <a:gd name="T6" fmla="*/ 756 w 991"/>
                                  <a:gd name="T7" fmla="*/ 2184 h 5808"/>
                                  <a:gd name="T8" fmla="*/ 972 w 991"/>
                                  <a:gd name="T9" fmla="*/ 2776 h 5808"/>
                                  <a:gd name="T10" fmla="*/ 868 w 991"/>
                                  <a:gd name="T11" fmla="*/ 3648 h 5808"/>
                                  <a:gd name="T12" fmla="*/ 620 w 991"/>
                                  <a:gd name="T13" fmla="*/ 4664 h 5808"/>
                                  <a:gd name="T14" fmla="*/ 316 w 991"/>
                                  <a:gd name="T15" fmla="*/ 5512 h 5808"/>
                                  <a:gd name="T16" fmla="*/ 268 w 991"/>
                                  <a:gd name="T17" fmla="*/ 5808 h 5808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</a:cxnLst>
                                <a:rect l="0" t="0" r="r" b="b"/>
                                <a:pathLst>
                                  <a:path w="991" h="5808">
                                    <a:moveTo>
                                      <a:pt x="60" y="0"/>
                                    </a:moveTo>
                                    <a:cubicBezTo>
                                      <a:pt x="30" y="186"/>
                                      <a:pt x="0" y="372"/>
                                      <a:pt x="12" y="568"/>
                                    </a:cubicBezTo>
                                    <a:cubicBezTo>
                                      <a:pt x="24" y="764"/>
                                      <a:pt x="8" y="907"/>
                                      <a:pt x="132" y="1176"/>
                                    </a:cubicBezTo>
                                    <a:cubicBezTo>
                                      <a:pt x="256" y="1445"/>
                                      <a:pt x="616" y="1917"/>
                                      <a:pt x="756" y="2184"/>
                                    </a:cubicBezTo>
                                    <a:cubicBezTo>
                                      <a:pt x="896" y="2451"/>
                                      <a:pt x="953" y="2532"/>
                                      <a:pt x="972" y="2776"/>
                                    </a:cubicBezTo>
                                    <a:cubicBezTo>
                                      <a:pt x="991" y="3020"/>
                                      <a:pt x="927" y="3333"/>
                                      <a:pt x="868" y="3648"/>
                                    </a:cubicBezTo>
                                    <a:cubicBezTo>
                                      <a:pt x="809" y="3963"/>
                                      <a:pt x="712" y="4353"/>
                                      <a:pt x="620" y="4664"/>
                                    </a:cubicBezTo>
                                    <a:cubicBezTo>
                                      <a:pt x="528" y="4975"/>
                                      <a:pt x="375" y="5321"/>
                                      <a:pt x="316" y="5512"/>
                                    </a:cubicBezTo>
                                    <a:cubicBezTo>
                                      <a:pt x="257" y="5703"/>
                                      <a:pt x="262" y="5755"/>
                                      <a:pt x="268" y="5808"/>
                                    </a:cubicBezTo>
                                  </a:path>
                                </a:pathLst>
                              </a:custGeom>
                              <a:noFill/>
                              <a:ln w="28575" cmpd="sng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A0AAB9" id="Freeform 555" o:spid="_x0000_s1026" style="position:absolute;margin-left:151.1pt;margin-top:36.75pt;width:49.55pt;height:290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1,5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" path="m60,c30,186,,372,12,568,24,764,8,907,132,1176v124,269,484,741,624,1008c896,2451,953,2532,972,2776v19,244,-45,557,-104,872c809,3963,712,4353,620,4664v-92,311,-245,657,-304,848c257,5703,262,5755,268,5808e" filled="f" strokecolor="navy" strokeweight="2.25pt">
                      <v:path arrowok="t" o:connecttype="custom" o:connectlocs="38100,0;7620,360680;83820,746760;480060,1386840;617220,1762760;551180,2316480;393700,2961640;200660,3500120;170180,3688080" o:connectangles="0,0,0,0,0,0,0,0,0"/>
                    </v:shape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1430655</wp:posOffset>
                      </wp:positionH>
                      <wp:positionV relativeFrom="paragraph">
                        <wp:posOffset>68580</wp:posOffset>
                      </wp:positionV>
                      <wp:extent cx="1804035" cy="4911725"/>
                      <wp:effectExtent l="7620" t="13970" r="7620" b="8255"/>
                      <wp:wrapNone/>
                      <wp:docPr id="32" name="Group 5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3387" y="3397"/>
                                <a:chExt cx="2841" cy="7735"/>
                              </a:xfrm>
                            </wpg:grpSpPr>
                            <wps:wsp>
                              <wps:cNvPr id="33" name="Freeform 502"/>
                              <wps:cNvSpPr>
                                <a:spLocks/>
                              </wps:cNvSpPr>
                              <wps:spPr bwMode="auto">
                                <a:xfrm>
                                  <a:off x="4315" y="9648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Freeform 50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387" y="4674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Freeform 504"/>
                              <wps:cNvSpPr>
                                <a:spLocks/>
                              </wps:cNvSpPr>
                              <wps:spPr bwMode="auto">
                                <a:xfrm>
                                  <a:off x="4729" y="6616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Freeform 505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75" y="7368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Freeform 50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551" y="7112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Freeform 5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222" y="4300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Freeform 50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831" y="3564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0" name="Freeform 509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33" y="3493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Freeform 5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62" y="4223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Freeform 5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6007" y="6258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Freeform 5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42" y="6760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Freeform 5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735" y="3616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Freeform 5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915" y="3462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Freeform 5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065" y="10808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Freeform 5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4008" y="10247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Freeform 5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34" y="10939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Freeform 5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3627" y="3397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A33272" id="Group 501" o:spid="_x0000_s1026" style="position:absolute;margin-left:112.65pt;margin-top:5.4pt;width:142.05pt;height:386.75pt;z-index:251652096" coordorigin="3387,3397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">
                      <v:shape id="Freeform 502" o:spid="_x0000_s1027" style="position:absolute;left:4315;top:9648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503" o:spid="_x0000_s1028" style="position:absolute;left:3387;top:4674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504" o:spid="_x0000_s1029" style="position:absolute;left:4729;top:6616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505" o:spid="_x0000_s1030" style="position:absolute;left:4275;top:7368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506" o:spid="_x0000_s1031" style="position:absolute;left:4551;top:7112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507" o:spid="_x0000_s1032" style="position:absolute;left:4222;top:4300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508" o:spid="_x0000_s1033" style="position:absolute;left:3831;top:3564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509" o:spid="_x0000_s1034" style="position:absolute;left:4633;top:3493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510" o:spid="_x0000_s1035" style="position:absolute;left:3662;top:4223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511" o:spid="_x0000_s1036" style="position:absolute;left:6007;top:6258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512" o:spid="_x0000_s1037" style="position:absolute;left:5642;top:6760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513" o:spid="_x0000_s1038" style="position:absolute;left:3735;top:3616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514" o:spid="_x0000_s1039" style="position:absolute;left:3915;top:3462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515" o:spid="_x0000_s1040" style="position:absolute;left:5065;top:10808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516" o:spid="_x0000_s1041" style="position:absolute;left:4008;top:10247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517" o:spid="_x0000_s1042" style="position:absolute;left:5234;top:10939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518" o:spid="_x0000_s1043" style="position:absolute;left:3627;top:3397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page">
                        <wp:posOffset>4034790</wp:posOffset>
                      </wp:positionH>
                      <wp:positionV relativeFrom="page">
                        <wp:posOffset>41910</wp:posOffset>
                      </wp:positionV>
                      <wp:extent cx="1087120" cy="4745355"/>
                      <wp:effectExtent l="13335" t="6350" r="13970" b="10795"/>
                      <wp:wrapNone/>
                      <wp:docPr id="19" name="Group 5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20" name="Freeform 5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5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5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5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5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5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5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5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5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5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5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5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546B15" id="Group 519" o:spid="_x0000_s1026" style="position:absolute;margin-left:317.7pt;margin-top:3.3pt;width:85.6pt;height:373.65pt;z-index:251653120;mso-position-horizontal-relative:page;mso-position-vertical-relative:page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">
                      <v:shape id="Freeform 52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52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52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52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52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" path="m,c14,4,28,8,34,12e" filled="f" strokecolor="gray">
                        <v:path arrowok="t" o:connecttype="custom" o:connectlocs="0,0;34,12" o:connectangles="0,0"/>
                      </v:shape>
                      <v:shape id="Freeform 52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" path="m,c,,18,7,36,15e" filled="f" strokecolor="gray">
                        <v:path arrowok="t" o:connecttype="custom" o:connectlocs="0,0;36,15" o:connectangles="0,0"/>
                      </v:shape>
                      <v:shape id="Freeform 52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52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52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52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53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53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  <w10:wrap anchorx="page" anchory="page"/>
                    </v:group>
                  </w:pict>
                </mc:Fallback>
              </mc:AlternateContent>
            </w:r>
          </w:p>
        </w:tc>
      </w:tr>
      <w:tr w:rsidR="00E00E93" w:rsidRPr="005A7201" w:rsidTr="005A7201">
        <w:tc>
          <w:tcPr>
            <w:tcW w:w="1724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850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5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5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5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3CCB682" id="Group 534" o:spid="_x0000_s1026" style="position:absolute;margin-left:68.7pt;margin-top:1.4pt;width:15.35pt;height:6.85pt;z-index:251655168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">
                      <v:line id="Line 535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536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8029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8502D" w:rsidP="005A7201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3913505</wp:posOffset>
                      </wp:positionH>
                      <wp:positionV relativeFrom="paragraph">
                        <wp:posOffset>21590</wp:posOffset>
                      </wp:positionV>
                      <wp:extent cx="194945" cy="89535"/>
                      <wp:effectExtent l="13335" t="13970" r="10795" b="10795"/>
                      <wp:wrapNone/>
                      <wp:docPr id="12" name="Group 5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3" name="Freeform 5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Line 54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54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24CC9B" id="Group 546" o:spid="_x0000_s1026" style="position:absolute;margin-left:308.15pt;margin-top:1.7pt;width:15.35pt;height:7.05pt;z-index:251658240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">
                      <v:shape id="Freeform 547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548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g2LxAAAANsAAAAPAAAAZHJzL2Rvd25yZXYueG1sRE9La8JA&#10;EL4X+h+WEXqrG9sS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MQaDYvEAAAA2wAAAA8A&#10;AAAAAAAAAAAAAAAABwIAAGRycy9kb3ducmV2LnhtbFBLBQYAAAAAAwADALcAAAD4AgAAAAA=&#10;"/>
                      <v:line id="Line 549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qgQxAAAANs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hvcf4kHyNkvAAAA//8DAFBLAQItABQABgAIAAAAIQDb4fbL7gAAAIUBAAATAAAAAAAAAAAA&#10;AAAAAAAAAABbQ29udGVudF9UeXBlc10ueG1sUEsBAi0AFAAGAAgAAAAhAFr0LFu/AAAAFQEAAAsA&#10;AAAAAAAAAAAAAAAAHwEAAF9yZWxzLy5yZWxzUEsBAi0AFAAGAAgAAAAhAKtWqBDEAAAA2wAAAA8A&#10;AAAAAAAAAAAAAAAABwIAAGRycy9kb3ducmV2LnhtbFBLBQYAAAAAAwADALcAAAD4AgAAAAA=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2698750</wp:posOffset>
                      </wp:positionH>
                      <wp:positionV relativeFrom="paragraph">
                        <wp:posOffset>24130</wp:posOffset>
                      </wp:positionV>
                      <wp:extent cx="194945" cy="86995"/>
                      <wp:effectExtent l="8255" t="6985" r="6350" b="10795"/>
                      <wp:wrapNone/>
                      <wp:docPr id="7" name="Group 5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9" name="Line 54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Line 54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Freeform 5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Freeform 5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543895" id="Group 541" o:spid="_x0000_s1026" style="position:absolute;margin-left:212.5pt;margin-top:1.9pt;width:15.35pt;height:6.85pt;z-index:251657216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">
                      <v:line id="Line 542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    <v:line id="Line 543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    <v:shape id="Freeform 544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545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2007870</wp:posOffset>
                      </wp:positionH>
                      <wp:positionV relativeFrom="paragraph">
                        <wp:posOffset>22860</wp:posOffset>
                      </wp:positionV>
                      <wp:extent cx="194945" cy="85725"/>
                      <wp:effectExtent l="41275" t="5715" r="40005" b="13335"/>
                      <wp:wrapNone/>
                      <wp:docPr id="3" name="Group 5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61" name="Line 5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Line 5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5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459738" id="Group 537" o:spid="_x0000_s1026" style="position:absolute;margin-left:158.1pt;margin-top:1.8pt;width:15.35pt;height:6.75pt;z-index:251656192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">
                      <v:line id="Line 538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" strokecolor="red" strokeweight="6pt"/>
                      <v:line id="Line 539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EzxQAAANo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DxFBEzxQAAANoAAAAP&#10;AAAAAAAAAAAAAAAAAAcCAABkcnMvZG93bnJldi54bWxQSwUGAAAAAAMAAwC3AAAA+QIAAAAA&#10;"/>
                      <v:line id="Line 540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  </v:group>
                  </w:pict>
                </mc:Fallback>
              </mc:AlternateContent>
            </w:r>
            <w:r w:rsidRPr="005A7201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43815" t="45085" r="38100" b="40640"/>
                      <wp:wrapNone/>
                      <wp:docPr id="2" name="Line 5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EE614" id="Line 533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J+N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knGCnS&#10;gUTPQnH0MJ2G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AyEJ+N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="00E00E93" w:rsidRPr="005A7201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00E93" w:rsidRPr="005A7201" w:rsidRDefault="0058502D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 and competent.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8502D" w:rsidRPr="005A7201" w:rsidRDefault="0058502D" w:rsidP="0058502D">
            <w:pPr>
              <w:tabs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The distal LSV becomes mildly incompetent in the distal calf. Patent and competent SSV.</w:t>
            </w: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58502D" w:rsidP="005A7201">
            <w:pPr>
              <w:tabs>
                <w:tab w:val="left" w:pos="271"/>
                <w:tab w:val="left" w:pos="2382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Incompetent PTV to LSV duplication in the distal calf, measuring 3.2mm in diameter.</w:t>
            </w:r>
          </w:p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868" w:type="dxa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382"/>
              </w:tabs>
              <w:rPr>
                <w:rFonts w:ascii="Arial" w:hAnsi="Arial"/>
                <w:bCs/>
                <w:sz w:val="18"/>
                <w:szCs w:val="18"/>
              </w:rPr>
            </w:pPr>
          </w:p>
        </w:tc>
      </w:tr>
      <w:tr w:rsidR="00E00E93" w:rsidRPr="005A7201" w:rsidTr="005A7201">
        <w:tc>
          <w:tcPr>
            <w:tcW w:w="188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E00E93" w:rsidP="005A7201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5A7201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  <w:r w:rsidRPr="005A7201">
              <w:rPr>
                <w:rFonts w:ascii="Arial" w:hAnsi="Arial"/>
                <w:sz w:val="18"/>
                <w:szCs w:val="18"/>
              </w:rPr>
              <w:tab/>
            </w:r>
          </w:p>
        </w:tc>
        <w:tc>
          <w:tcPr>
            <w:tcW w:w="786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E00E93" w:rsidRPr="005A7201" w:rsidRDefault="00156DB3" w:rsidP="005A7201">
            <w:pPr>
              <w:tabs>
                <w:tab w:val="left" w:pos="2382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Pr="00BA78AE" w:rsidRDefault="00694581" w:rsidP="00022CCA">
      <w:pPr>
        <w:rPr>
          <w:rFonts w:ascii="Arial" w:hAnsi="Arial" w:cs="Arial"/>
          <w:sz w:val="18"/>
          <w:szCs w:val="18"/>
        </w:rPr>
      </w:pPr>
    </w:p>
    <w:sectPr w:rsidR="00694581" w:rsidRPr="00BA78AE" w:rsidSect="00E00E93">
      <w:headerReference w:type="default" r:id="rId7"/>
      <w:footerReference w:type="default" r:id="rId8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6DB3" w:rsidRDefault="00156DB3">
      <w:r>
        <w:separator/>
      </w:r>
    </w:p>
  </w:endnote>
  <w:endnote w:type="continuationSeparator" w:id="0">
    <w:p w:rsidR="00156DB3" w:rsidRDefault="00156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4E5A" w:rsidRPr="002B49C7" w:rsidRDefault="00E84E5A" w:rsidP="002B49C7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6DB3" w:rsidRDefault="00156DB3">
      <w:r>
        <w:separator/>
      </w:r>
    </w:p>
  </w:footnote>
  <w:footnote w:type="continuationSeparator" w:id="0">
    <w:p w:rsidR="00156DB3" w:rsidRDefault="00156D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E93" w:rsidRDefault="0058502D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4766310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6937"/>
    <w:multiLevelType w:val="multilevel"/>
    <w:tmpl w:val="8EEA51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8582D"/>
    <w:multiLevelType w:val="hybridMultilevel"/>
    <w:tmpl w:val="D83280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D046493"/>
    <w:multiLevelType w:val="multilevel"/>
    <w:tmpl w:val="BA3E7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370A6C"/>
    <w:multiLevelType w:val="multilevel"/>
    <w:tmpl w:val="4238C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9B75136"/>
    <w:multiLevelType w:val="hybridMultilevel"/>
    <w:tmpl w:val="5844A532"/>
    <w:lvl w:ilvl="0" w:tplc="5E100744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7AF3E20"/>
    <w:multiLevelType w:val="hybridMultilevel"/>
    <w:tmpl w:val="16D681E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D2834E6"/>
    <w:multiLevelType w:val="hybridMultilevel"/>
    <w:tmpl w:val="12AA6152"/>
    <w:lvl w:ilvl="0" w:tplc="E4AADF9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BA00C9"/>
    <w:multiLevelType w:val="hybridMultilevel"/>
    <w:tmpl w:val="4D4494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F012D20"/>
    <w:multiLevelType w:val="hybridMultilevel"/>
    <w:tmpl w:val="A9328BF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hdrShapeDefaults>
    <o:shapedefaults v:ext="edit" spidmax="4097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DB3"/>
    <w:rsid w:val="00000AF9"/>
    <w:rsid w:val="0001333E"/>
    <w:rsid w:val="00022CCA"/>
    <w:rsid w:val="00033741"/>
    <w:rsid w:val="000512C4"/>
    <w:rsid w:val="000537B7"/>
    <w:rsid w:val="00066D7F"/>
    <w:rsid w:val="00076699"/>
    <w:rsid w:val="00082FF5"/>
    <w:rsid w:val="000A3239"/>
    <w:rsid w:val="00116388"/>
    <w:rsid w:val="00117FF6"/>
    <w:rsid w:val="00130125"/>
    <w:rsid w:val="00130D4E"/>
    <w:rsid w:val="001310C1"/>
    <w:rsid w:val="0014568D"/>
    <w:rsid w:val="001553FF"/>
    <w:rsid w:val="00156DB3"/>
    <w:rsid w:val="00163682"/>
    <w:rsid w:val="001725EE"/>
    <w:rsid w:val="00185DE1"/>
    <w:rsid w:val="001C1F8A"/>
    <w:rsid w:val="001E5B1A"/>
    <w:rsid w:val="0020028B"/>
    <w:rsid w:val="002027E7"/>
    <w:rsid w:val="0020510B"/>
    <w:rsid w:val="00216637"/>
    <w:rsid w:val="0023495B"/>
    <w:rsid w:val="002558E2"/>
    <w:rsid w:val="00255CDA"/>
    <w:rsid w:val="00267D9C"/>
    <w:rsid w:val="00276FE7"/>
    <w:rsid w:val="002845F4"/>
    <w:rsid w:val="002B49C7"/>
    <w:rsid w:val="002B6F2B"/>
    <w:rsid w:val="002C1599"/>
    <w:rsid w:val="002C2267"/>
    <w:rsid w:val="003240BC"/>
    <w:rsid w:val="00324B94"/>
    <w:rsid w:val="00332965"/>
    <w:rsid w:val="003512C1"/>
    <w:rsid w:val="00354C39"/>
    <w:rsid w:val="0036205F"/>
    <w:rsid w:val="00392775"/>
    <w:rsid w:val="003A31C2"/>
    <w:rsid w:val="003B7DF9"/>
    <w:rsid w:val="003E54F9"/>
    <w:rsid w:val="003E7404"/>
    <w:rsid w:val="003F1AD1"/>
    <w:rsid w:val="003F5392"/>
    <w:rsid w:val="003F5661"/>
    <w:rsid w:val="00400424"/>
    <w:rsid w:val="00416596"/>
    <w:rsid w:val="0043201F"/>
    <w:rsid w:val="00442938"/>
    <w:rsid w:val="00443A11"/>
    <w:rsid w:val="00446D9E"/>
    <w:rsid w:val="004479C2"/>
    <w:rsid w:val="004515EA"/>
    <w:rsid w:val="00475D18"/>
    <w:rsid w:val="0048399F"/>
    <w:rsid w:val="004932D3"/>
    <w:rsid w:val="004C20BC"/>
    <w:rsid w:val="004C5B5F"/>
    <w:rsid w:val="004E4B01"/>
    <w:rsid w:val="004F189F"/>
    <w:rsid w:val="00504EFC"/>
    <w:rsid w:val="00525F8D"/>
    <w:rsid w:val="0053189C"/>
    <w:rsid w:val="00544866"/>
    <w:rsid w:val="0055661A"/>
    <w:rsid w:val="0056075B"/>
    <w:rsid w:val="0058502D"/>
    <w:rsid w:val="00585A44"/>
    <w:rsid w:val="00597F94"/>
    <w:rsid w:val="005A6F99"/>
    <w:rsid w:val="005A7201"/>
    <w:rsid w:val="005C7FA3"/>
    <w:rsid w:val="005D01B5"/>
    <w:rsid w:val="005E0333"/>
    <w:rsid w:val="005E5BC0"/>
    <w:rsid w:val="005E7E7E"/>
    <w:rsid w:val="00600C4E"/>
    <w:rsid w:val="0060390C"/>
    <w:rsid w:val="006620F2"/>
    <w:rsid w:val="00687CAB"/>
    <w:rsid w:val="00694581"/>
    <w:rsid w:val="0069543E"/>
    <w:rsid w:val="006A200E"/>
    <w:rsid w:val="006D0E48"/>
    <w:rsid w:val="006D1279"/>
    <w:rsid w:val="006E345A"/>
    <w:rsid w:val="006F087C"/>
    <w:rsid w:val="00702068"/>
    <w:rsid w:val="0070537B"/>
    <w:rsid w:val="0073567D"/>
    <w:rsid w:val="0076078C"/>
    <w:rsid w:val="0077506E"/>
    <w:rsid w:val="00781E01"/>
    <w:rsid w:val="007835B4"/>
    <w:rsid w:val="00784424"/>
    <w:rsid w:val="007A4B56"/>
    <w:rsid w:val="007A7B01"/>
    <w:rsid w:val="007B10D3"/>
    <w:rsid w:val="007F38D0"/>
    <w:rsid w:val="00804400"/>
    <w:rsid w:val="00807788"/>
    <w:rsid w:val="008359E8"/>
    <w:rsid w:val="00845175"/>
    <w:rsid w:val="008527CA"/>
    <w:rsid w:val="00854DAA"/>
    <w:rsid w:val="00856009"/>
    <w:rsid w:val="00862088"/>
    <w:rsid w:val="008B29F7"/>
    <w:rsid w:val="008B5D7F"/>
    <w:rsid w:val="008D30DD"/>
    <w:rsid w:val="008D344E"/>
    <w:rsid w:val="008E59F6"/>
    <w:rsid w:val="008E7A32"/>
    <w:rsid w:val="008F3E04"/>
    <w:rsid w:val="009044AC"/>
    <w:rsid w:val="00911F56"/>
    <w:rsid w:val="00917E7D"/>
    <w:rsid w:val="00926B13"/>
    <w:rsid w:val="00940F61"/>
    <w:rsid w:val="009428D5"/>
    <w:rsid w:val="0094691B"/>
    <w:rsid w:val="00953FCE"/>
    <w:rsid w:val="00990400"/>
    <w:rsid w:val="009A34D2"/>
    <w:rsid w:val="009A5CA0"/>
    <w:rsid w:val="009C6954"/>
    <w:rsid w:val="009D3E82"/>
    <w:rsid w:val="009E3605"/>
    <w:rsid w:val="009F11EF"/>
    <w:rsid w:val="009F2F17"/>
    <w:rsid w:val="009F300B"/>
    <w:rsid w:val="009F6BCD"/>
    <w:rsid w:val="00A00D03"/>
    <w:rsid w:val="00A037DD"/>
    <w:rsid w:val="00A276BB"/>
    <w:rsid w:val="00A71D55"/>
    <w:rsid w:val="00A73E5F"/>
    <w:rsid w:val="00A7491A"/>
    <w:rsid w:val="00AA6449"/>
    <w:rsid w:val="00AA67B2"/>
    <w:rsid w:val="00AC1BA7"/>
    <w:rsid w:val="00AC6BF5"/>
    <w:rsid w:val="00AD3537"/>
    <w:rsid w:val="00AE28D5"/>
    <w:rsid w:val="00AE30A1"/>
    <w:rsid w:val="00AF27D7"/>
    <w:rsid w:val="00B12C5A"/>
    <w:rsid w:val="00B2166C"/>
    <w:rsid w:val="00B22B19"/>
    <w:rsid w:val="00B30BBD"/>
    <w:rsid w:val="00B43353"/>
    <w:rsid w:val="00B46ED4"/>
    <w:rsid w:val="00B55257"/>
    <w:rsid w:val="00B67AFA"/>
    <w:rsid w:val="00B71D18"/>
    <w:rsid w:val="00B8370B"/>
    <w:rsid w:val="00B874EE"/>
    <w:rsid w:val="00B900B7"/>
    <w:rsid w:val="00B97EE7"/>
    <w:rsid w:val="00BA78AE"/>
    <w:rsid w:val="00BC0585"/>
    <w:rsid w:val="00BE3AF9"/>
    <w:rsid w:val="00BF00A9"/>
    <w:rsid w:val="00C46C3E"/>
    <w:rsid w:val="00C47CD3"/>
    <w:rsid w:val="00C9350C"/>
    <w:rsid w:val="00CB0067"/>
    <w:rsid w:val="00CC6657"/>
    <w:rsid w:val="00CD145D"/>
    <w:rsid w:val="00CD7188"/>
    <w:rsid w:val="00D34D9F"/>
    <w:rsid w:val="00D36040"/>
    <w:rsid w:val="00D3679E"/>
    <w:rsid w:val="00D42CEC"/>
    <w:rsid w:val="00D45C83"/>
    <w:rsid w:val="00D605F8"/>
    <w:rsid w:val="00D8557F"/>
    <w:rsid w:val="00D857B8"/>
    <w:rsid w:val="00D90613"/>
    <w:rsid w:val="00DB39E1"/>
    <w:rsid w:val="00DC70DD"/>
    <w:rsid w:val="00DD0CD3"/>
    <w:rsid w:val="00DD13FB"/>
    <w:rsid w:val="00DD1904"/>
    <w:rsid w:val="00E00E93"/>
    <w:rsid w:val="00E071B6"/>
    <w:rsid w:val="00E21EED"/>
    <w:rsid w:val="00E2362B"/>
    <w:rsid w:val="00E24754"/>
    <w:rsid w:val="00E26EE4"/>
    <w:rsid w:val="00E30C09"/>
    <w:rsid w:val="00E41EB4"/>
    <w:rsid w:val="00E65A7C"/>
    <w:rsid w:val="00E70784"/>
    <w:rsid w:val="00E75EB3"/>
    <w:rsid w:val="00E84E5A"/>
    <w:rsid w:val="00E96ADB"/>
    <w:rsid w:val="00EA64AC"/>
    <w:rsid w:val="00EA6B33"/>
    <w:rsid w:val="00EE7FE8"/>
    <w:rsid w:val="00EF2007"/>
    <w:rsid w:val="00F16296"/>
    <w:rsid w:val="00F178B9"/>
    <w:rsid w:val="00F17A14"/>
    <w:rsid w:val="00F27890"/>
    <w:rsid w:val="00F55DE7"/>
    <w:rsid w:val="00F63C6E"/>
    <w:rsid w:val="00F75944"/>
    <w:rsid w:val="00FC3506"/>
    <w:rsid w:val="00FC3C1D"/>
    <w:rsid w:val="00FC5FD2"/>
    <w:rsid w:val="00FD5807"/>
    <w:rsid w:val="00FE0FBB"/>
    <w:rsid w:val="00FE12BE"/>
    <w:rsid w:val="00FE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"/>
    </o:shapedefaults>
    <o:shapelayout v:ext="edit">
      <o:idmap v:ext="edit" data="1"/>
    </o:shapelayout>
  </w:shapeDefaults>
  <w:decimalSymbol w:val="."/>
  <w:listSeparator w:val=","/>
  <w14:docId w14:val="09DA92A5"/>
  <w15:chartTrackingRefBased/>
  <w15:docId w15:val="{903FA8D5-DEAE-42C2-84BB-BCE165228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LEFT%20SIDE\Venous%20Lt%20CV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Venous Lt CVI</Template>
  <TotalTime>0</TotalTime>
  <Pages>1</Pages>
  <Words>80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dcterms:created xsi:type="dcterms:W3CDTF">2020-08-07T09:33:00Z</dcterms:created>
  <dcterms:modified xsi:type="dcterms:W3CDTF">2020-08-07T09:33:00Z</dcterms:modified>
  <cp:category>Patient Report</cp:category>
</cp:coreProperties>
</file>